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D0C71">
      <w:pPr>
        <w:spacing w:line="220" w:lineRule="atLeast"/>
        <w:rPr>
          <w:rFonts w:hint="default" w:ascii="方正黑体_GBK" w:hAnsi="方正黑体_GBK" w:eastAsia="方正黑体_GBK" w:cs="方正黑体_GBK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Cs w:val="32"/>
          <w:lang w:val="en-US" w:eastAsia="zh-CN"/>
        </w:rPr>
        <w:t>1</w:t>
      </w:r>
    </w:p>
    <w:p w14:paraId="297DFA43">
      <w:pPr>
        <w:spacing w:line="220" w:lineRule="atLeast"/>
        <w:ind w:left="2"/>
        <w:jc w:val="center"/>
        <w:rPr>
          <w:rFonts w:hint="eastAsia" w:ascii="宋体" w:hAnsi="宋体" w:eastAsia="宋体" w:cs="宋体"/>
          <w:b/>
          <w:bCs/>
          <w:sz w:val="5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44"/>
          <w:lang w:val="en-US" w:eastAsia="zh-CN"/>
        </w:rPr>
        <w:t>安徽职业技术学院</w:t>
      </w:r>
    </w:p>
    <w:p w14:paraId="21C843CF">
      <w:pPr>
        <w:spacing w:line="220" w:lineRule="atLeast"/>
        <w:ind w:left="2"/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52"/>
          <w:szCs w:val="44"/>
        </w:rPr>
        <w:t>职工家庭育儿补贴申请</w:t>
      </w:r>
    </w:p>
    <w:p w14:paraId="382BE24B">
      <w:pPr>
        <w:spacing w:line="220" w:lineRule="atLeast"/>
        <w:ind w:firstLine="2113" w:firstLineChars="295"/>
        <w:rPr>
          <w:rFonts w:ascii="宋体" w:hAnsi="宋体" w:eastAsia="宋体"/>
          <w:b/>
          <w:bCs/>
          <w:sz w:val="72"/>
          <w:szCs w:val="72"/>
          <w:u w:val="single"/>
        </w:rPr>
      </w:pPr>
      <w:r>
        <w:rPr>
          <w:rFonts w:hint="eastAsia" w:ascii="宋体" w:hAnsi="宋体" w:eastAsia="宋体" w:cs="宋体"/>
          <w:b/>
          <w:bCs/>
          <w:sz w:val="72"/>
          <w:szCs w:val="72"/>
        </w:rPr>
        <w:t>　</w:t>
      </w:r>
    </w:p>
    <w:p w14:paraId="1518CEE0">
      <w:pPr>
        <w:pStyle w:val="7"/>
        <w:spacing w:line="560" w:lineRule="exact"/>
      </w:pPr>
      <w:r>
        <w:t xml:space="preserve">      </w:t>
      </w:r>
    </w:p>
    <w:p w14:paraId="16F3D033">
      <w:pPr>
        <w:pStyle w:val="7"/>
        <w:spacing w:line="560" w:lineRule="exact"/>
      </w:pPr>
    </w:p>
    <w:p w14:paraId="119306A9">
      <w:pPr>
        <w:pStyle w:val="7"/>
        <w:spacing w:line="560" w:lineRule="exac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　　　　　姓 名</w:t>
      </w:r>
      <w:r>
        <w:rPr>
          <w:sz w:val="32"/>
          <w:szCs w:val="32"/>
        </w:rPr>
        <w:t>:</w:t>
      </w:r>
      <w:r>
        <w:rPr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　　　　　　　　</w:t>
      </w:r>
    </w:p>
    <w:p w14:paraId="1BC9C476">
      <w:pPr>
        <w:spacing w:line="560" w:lineRule="exact"/>
        <w:rPr>
          <w:rFonts w:ascii="宋体" w:hAnsi="宋体" w:eastAsia="宋体" w:cs="宋体"/>
          <w:szCs w:val="32"/>
        </w:rPr>
      </w:pPr>
    </w:p>
    <w:p w14:paraId="2DD219F3">
      <w:pPr>
        <w:spacing w:line="560" w:lineRule="exact"/>
        <w:rPr>
          <w:rFonts w:ascii="宋体" w:hAnsi="宋体" w:eastAsia="宋体" w:cs="宋体"/>
          <w:szCs w:val="32"/>
          <w:u w:val="single"/>
        </w:rPr>
      </w:pPr>
      <w:r>
        <w:rPr>
          <w:rFonts w:hint="eastAsia" w:ascii="宋体" w:hAnsi="宋体" w:eastAsia="宋体" w:cs="宋体"/>
          <w:szCs w:val="32"/>
        </w:rPr>
        <w:t>　　　　　</w:t>
      </w:r>
      <w:r>
        <w:rPr>
          <w:rFonts w:hint="eastAsia" w:ascii="宋体" w:hAnsi="宋体" w:eastAsia="宋体" w:cs="宋体"/>
          <w:szCs w:val="32"/>
          <w:lang w:val="en-US" w:eastAsia="zh-CN"/>
        </w:rPr>
        <w:t>院、部</w:t>
      </w:r>
      <w:r>
        <w:rPr>
          <w:rFonts w:hint="eastAsia" w:ascii="宋体" w:hAnsi="宋体" w:eastAsia="宋体" w:cs="宋体"/>
          <w:szCs w:val="32"/>
        </w:rPr>
        <w:t>:</w:t>
      </w:r>
      <w:r>
        <w:rPr>
          <w:rFonts w:hint="eastAsia" w:ascii="宋体" w:hAnsi="宋体" w:eastAsia="宋体" w:cs="宋体"/>
          <w:szCs w:val="32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32"/>
        </w:rPr>
        <w:t xml:space="preserve">               　　　　　　</w:t>
      </w:r>
    </w:p>
    <w:p w14:paraId="5402D4F7">
      <w:pPr>
        <w:spacing w:line="560" w:lineRule="exact"/>
        <w:rPr>
          <w:rFonts w:ascii="宋体" w:hAnsi="宋体" w:eastAsia="宋体"/>
          <w:szCs w:val="32"/>
        </w:rPr>
      </w:pPr>
    </w:p>
    <w:p w14:paraId="5447CD42">
      <w:pPr>
        <w:pStyle w:val="16"/>
        <w:spacing w:after="0" w:line="560" w:lineRule="exact"/>
        <w:ind w:firstLine="0" w:firstLineChars="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　　　     </w:t>
      </w:r>
      <w:r>
        <w:rPr>
          <w:rFonts w:hint="eastAsia" w:ascii="宋体" w:hAnsi="宋体" w:eastAsia="宋体" w:cs="宋体"/>
          <w:sz w:val="30"/>
          <w:szCs w:val="30"/>
        </w:rPr>
        <w:t>1.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安徽职业技术学院一次性</w:t>
      </w:r>
      <w:r>
        <w:rPr>
          <w:rFonts w:hint="eastAsia" w:ascii="宋体" w:hAnsi="宋体" w:eastAsia="宋体" w:cs="宋体"/>
          <w:sz w:val="30"/>
          <w:szCs w:val="30"/>
        </w:rPr>
        <w:t>育儿补贴申请表</w:t>
      </w:r>
    </w:p>
    <w:p w14:paraId="3D562CE5">
      <w:pPr>
        <w:pStyle w:val="16"/>
        <w:spacing w:after="0" w:line="560" w:lineRule="exact"/>
        <w:ind w:firstLine="0" w:firstLineChars="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　　　      2.夫妻双方身份证和户口薄复印件</w:t>
      </w:r>
    </w:p>
    <w:p w14:paraId="44989D65">
      <w:pPr>
        <w:pStyle w:val="16"/>
        <w:spacing w:after="0" w:line="560" w:lineRule="exact"/>
        <w:ind w:firstLine="0" w:firstLineChars="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　　　      3.结婚证复印件</w:t>
      </w:r>
    </w:p>
    <w:p w14:paraId="5486B592">
      <w:pPr>
        <w:pStyle w:val="16"/>
        <w:tabs>
          <w:tab w:val="left" w:pos="253"/>
        </w:tabs>
        <w:spacing w:after="0" w:line="560" w:lineRule="exact"/>
        <w:ind w:firstLine="0" w:firstLineChars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　　　      4.新出生子女出生医学证明复印件</w:t>
      </w:r>
    </w:p>
    <w:p w14:paraId="5976059F">
      <w:pPr>
        <w:pStyle w:val="16"/>
        <w:tabs>
          <w:tab w:val="left" w:pos="253"/>
        </w:tabs>
        <w:spacing w:after="0" w:line="560" w:lineRule="exact"/>
        <w:ind w:firstLine="1776" w:firstLineChars="6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5.生育情况核实证明</w:t>
      </w:r>
    </w:p>
    <w:p w14:paraId="34E5F9D7">
      <w:pPr>
        <w:pStyle w:val="16"/>
        <w:tabs>
          <w:tab w:val="left" w:pos="253"/>
        </w:tabs>
        <w:spacing w:after="0" w:line="560" w:lineRule="exact"/>
        <w:ind w:firstLine="1776" w:firstLineChars="6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6.补充材料</w:t>
      </w:r>
    </w:p>
    <w:p w14:paraId="6E04EBBD">
      <w:pPr>
        <w:tabs>
          <w:tab w:val="left" w:pos="2760"/>
        </w:tabs>
        <w:spacing w:line="560" w:lineRule="exact"/>
        <w:rPr>
          <w:rFonts w:ascii="宋体" w:hAnsi="宋体" w:eastAsia="宋体"/>
          <w:szCs w:val="32"/>
        </w:rPr>
      </w:pPr>
    </w:p>
    <w:p w14:paraId="4583DAE3">
      <w:pPr>
        <w:tabs>
          <w:tab w:val="left" w:pos="2760"/>
        </w:tabs>
        <w:spacing w:line="560" w:lineRule="exact"/>
        <w:rPr>
          <w:rFonts w:ascii="宋体" w:hAnsi="宋体" w:eastAsia="宋体"/>
          <w:szCs w:val="32"/>
        </w:rPr>
      </w:pPr>
    </w:p>
    <w:p w14:paraId="074316DC">
      <w:p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填表</w:t>
      </w:r>
      <w:r>
        <w:rPr>
          <w:rFonts w:hint="eastAsia" w:ascii="宋体" w:hAnsi="宋体" w:eastAsia="宋体" w:cs="宋体"/>
          <w:sz w:val="30"/>
          <w:szCs w:val="30"/>
        </w:rPr>
        <w:t>时间：　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</w:rPr>
        <w:t>　年　　月　　日</w:t>
      </w:r>
    </w:p>
    <w:p w14:paraId="330375D0">
      <w:pPr>
        <w:rPr>
          <w:rFonts w:hint="eastAsia" w:cs="方正小标宋_GBK" w:asciiTheme="majorEastAsia" w:hAnsiTheme="majorEastAsia" w:eastAsiaTheme="majorEastAsia"/>
          <w:bCs/>
          <w:sz w:val="36"/>
          <w:szCs w:val="36"/>
        </w:rPr>
      </w:pPr>
    </w:p>
    <w:p w14:paraId="073A9EC0">
      <w:pPr>
        <w:rPr>
          <w:rFonts w:hint="eastAsia" w:cs="方正小标宋_GBK" w:asciiTheme="majorEastAsia" w:hAnsiTheme="majorEastAsia" w:eastAsiaTheme="majorEastAsia"/>
          <w:bCs/>
          <w:sz w:val="36"/>
          <w:szCs w:val="36"/>
        </w:rPr>
      </w:pPr>
    </w:p>
    <w:tbl>
      <w:tblPr>
        <w:tblStyle w:val="8"/>
        <w:tblpPr w:leftFromText="180" w:rightFromText="180" w:vertAnchor="text" w:horzAnchor="page" w:tblpX="1171" w:tblpY="809"/>
        <w:tblOverlap w:val="never"/>
        <w:tblW w:w="97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248"/>
        <w:gridCol w:w="663"/>
        <w:gridCol w:w="116"/>
        <w:gridCol w:w="461"/>
        <w:gridCol w:w="769"/>
        <w:gridCol w:w="183"/>
        <w:gridCol w:w="381"/>
        <w:gridCol w:w="167"/>
        <w:gridCol w:w="115"/>
        <w:gridCol w:w="433"/>
        <w:gridCol w:w="141"/>
        <w:gridCol w:w="281"/>
        <w:gridCol w:w="12"/>
        <w:gridCol w:w="416"/>
        <w:gridCol w:w="766"/>
        <w:gridCol w:w="652"/>
        <w:gridCol w:w="107"/>
        <w:gridCol w:w="1771"/>
      </w:tblGrid>
      <w:tr w14:paraId="32448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49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06949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男方基本情况</w:t>
            </w:r>
          </w:p>
        </w:tc>
        <w:tc>
          <w:tcPr>
            <w:tcW w:w="486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9BE4E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女方基本情况</w:t>
            </w:r>
          </w:p>
        </w:tc>
      </w:tr>
      <w:tr w14:paraId="0108A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0B4B73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姓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eastAsia="宋体" w:cs="Times New Roman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40C8A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08DCDA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19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542EF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1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70164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姓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eastAsia="宋体" w:cs="Times New Roman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AA2639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7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02EC7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741BD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4"/>
                <w:szCs w:val="24"/>
              </w:rPr>
            </w:pPr>
          </w:p>
        </w:tc>
      </w:tr>
      <w:tr w14:paraId="2B357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FC786">
            <w:pPr>
              <w:widowControl/>
              <w:spacing w:line="360" w:lineRule="exact"/>
              <w:jc w:val="center"/>
              <w:textAlignment w:val="center"/>
              <w:rPr>
                <w:rFonts w:hint="eastAsia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sz w:val="22"/>
                <w:lang w:val="en-US" w:eastAsia="zh-CN"/>
              </w:rPr>
              <w:t>出生日期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6BB12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007B8">
            <w:pPr>
              <w:spacing w:line="360" w:lineRule="exact"/>
              <w:jc w:val="center"/>
              <w:rPr>
                <w:rFonts w:hint="default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sz w:val="22"/>
                <w:lang w:val="en-US" w:eastAsia="zh-CN"/>
              </w:rPr>
              <w:t>民族</w:t>
            </w:r>
          </w:p>
        </w:tc>
        <w:tc>
          <w:tcPr>
            <w:tcW w:w="19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D1B235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1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A8BE2">
            <w:pPr>
              <w:widowControl/>
              <w:spacing w:line="360" w:lineRule="exact"/>
              <w:jc w:val="center"/>
              <w:textAlignment w:val="center"/>
              <w:rPr>
                <w:rFonts w:hint="default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lang w:val="en-US" w:eastAsia="zh-CN"/>
              </w:rPr>
              <w:t>出生日期</w:t>
            </w:r>
          </w:p>
        </w:tc>
        <w:tc>
          <w:tcPr>
            <w:tcW w:w="1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34080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7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79647">
            <w:pPr>
              <w:spacing w:line="360" w:lineRule="exact"/>
              <w:jc w:val="center"/>
              <w:rPr>
                <w:rFonts w:hint="eastAsia" w:eastAsia="宋体" w:cs="Times New Roman"/>
                <w:color w:val="000000"/>
                <w:sz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sz w:val="22"/>
                <w:lang w:val="en-US" w:eastAsia="zh-CN"/>
              </w:rPr>
              <w:t>民族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255CE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</w:tr>
      <w:tr w14:paraId="3E495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AF682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38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81ECE6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1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E3BE7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37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90902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</w:tr>
      <w:tr w14:paraId="3228C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9A435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户籍地</w:t>
            </w:r>
          </w:p>
        </w:tc>
        <w:tc>
          <w:tcPr>
            <w:tcW w:w="38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B677A1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1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78AED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户籍地</w:t>
            </w:r>
          </w:p>
        </w:tc>
        <w:tc>
          <w:tcPr>
            <w:tcW w:w="37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D3EF1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</w:tr>
      <w:tr w14:paraId="55A0E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0A8C3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工作单位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lang w:eastAsia="zh-CN"/>
              </w:rPr>
              <w:t>及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lang w:val="en-US" w:eastAsia="zh-CN"/>
              </w:rPr>
              <w:t>工号</w:t>
            </w:r>
          </w:p>
        </w:tc>
        <w:tc>
          <w:tcPr>
            <w:tcW w:w="38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A0E2A">
            <w:pPr>
              <w:spacing w:line="360" w:lineRule="exact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1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35131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工作单位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lang w:eastAsia="zh-CN"/>
              </w:rPr>
              <w:t>及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  <w:lang w:val="en-US" w:eastAsia="zh-CN"/>
              </w:rPr>
              <w:t>工号</w:t>
            </w:r>
          </w:p>
        </w:tc>
        <w:tc>
          <w:tcPr>
            <w:tcW w:w="37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22520">
            <w:pPr>
              <w:spacing w:line="360" w:lineRule="exact"/>
              <w:rPr>
                <w:rFonts w:eastAsia="宋体" w:cs="Times New Roman"/>
                <w:color w:val="000000"/>
                <w:sz w:val="22"/>
              </w:rPr>
            </w:pPr>
          </w:p>
        </w:tc>
      </w:tr>
      <w:tr w14:paraId="3116A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7EF58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38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09385">
            <w:pPr>
              <w:spacing w:line="360" w:lineRule="exac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sz w:val="20"/>
                <w:szCs w:val="20"/>
              </w:rPr>
              <w:t>□机关、事业单位</w:t>
            </w:r>
            <w:r>
              <w:rPr>
                <w:rFonts w:hint="eastAsia" w:eastAsia="宋体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eastAsia="宋体" w:cs="Times New Roman"/>
                <w:sz w:val="22"/>
              </w:rPr>
              <w:t>□</w:t>
            </w:r>
            <w:r>
              <w:rPr>
                <w:rFonts w:hint="eastAsia" w:eastAsia="宋体" w:cs="Times New Roman"/>
                <w:sz w:val="20"/>
                <w:szCs w:val="20"/>
              </w:rPr>
              <w:t>国有企业</w:t>
            </w:r>
            <w:r>
              <w:rPr>
                <w:rFonts w:hint="eastAsia" w:eastAsia="宋体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eastAsia="宋体" w:cs="Times New Roman"/>
                <w:sz w:val="22"/>
                <w:lang w:eastAsia="zh-CN"/>
              </w:rPr>
              <w:t>□</w:t>
            </w:r>
            <w:r>
              <w:rPr>
                <w:rFonts w:hint="eastAsia" w:eastAsia="宋体" w:cs="Times New Roman"/>
                <w:sz w:val="20"/>
                <w:szCs w:val="20"/>
              </w:rPr>
              <w:t>其他</w:t>
            </w:r>
          </w:p>
        </w:tc>
        <w:tc>
          <w:tcPr>
            <w:tcW w:w="11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7D5604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37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C92C9F">
            <w:pPr>
              <w:spacing w:line="360" w:lineRule="exac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sz w:val="20"/>
                <w:szCs w:val="20"/>
                <w:lang w:eastAsia="zh-CN"/>
              </w:rPr>
              <w:t>□</w:t>
            </w:r>
            <w:r>
              <w:rPr>
                <w:rFonts w:hint="eastAsia" w:eastAsia="宋体" w:cs="Times New Roman"/>
                <w:sz w:val="20"/>
                <w:szCs w:val="20"/>
              </w:rPr>
              <w:t>机关、事业单位</w:t>
            </w:r>
            <w:r>
              <w:rPr>
                <w:rFonts w:hint="eastAsia" w:eastAsia="宋体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eastAsia="宋体" w:cs="Times New Roman"/>
                <w:sz w:val="22"/>
                <w:lang w:eastAsia="zh-CN"/>
              </w:rPr>
              <w:t>□</w:t>
            </w:r>
            <w:r>
              <w:rPr>
                <w:rFonts w:hint="eastAsia" w:eastAsia="宋体" w:cs="Times New Roman"/>
                <w:sz w:val="20"/>
                <w:szCs w:val="20"/>
              </w:rPr>
              <w:t>国有企业</w:t>
            </w:r>
            <w:r>
              <w:rPr>
                <w:rFonts w:hint="eastAsia" w:eastAsia="宋体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eastAsia="宋体" w:cs="Times New Roman"/>
                <w:sz w:val="22"/>
              </w:rPr>
              <w:t>□</w:t>
            </w:r>
            <w:r>
              <w:rPr>
                <w:rFonts w:hint="eastAsia" w:eastAsia="宋体" w:cs="Times New Roman"/>
                <w:sz w:val="20"/>
                <w:szCs w:val="20"/>
              </w:rPr>
              <w:t>其他</w:t>
            </w:r>
          </w:p>
        </w:tc>
      </w:tr>
      <w:tr w14:paraId="1D4DA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43D0CD1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夫妻婚姻状况</w:t>
            </w:r>
          </w:p>
        </w:tc>
        <w:tc>
          <w:tcPr>
            <w:tcW w:w="325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3AD7312E">
            <w:pPr>
              <w:spacing w:line="360" w:lineRule="exac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□双方初婚    □男初婚女再婚</w:t>
            </w:r>
          </w:p>
          <w:p w14:paraId="2D545CFE">
            <w:pPr>
              <w:spacing w:line="360" w:lineRule="exac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□男再婚女初婚□双方再婚</w:t>
            </w:r>
          </w:p>
          <w:p w14:paraId="12A47FDC">
            <w:pPr>
              <w:spacing w:line="360" w:lineRule="exact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□复婚        □其他</w:t>
            </w:r>
          </w:p>
        </w:tc>
        <w:tc>
          <w:tcPr>
            <w:tcW w:w="12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C5EFCD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结婚证号</w:t>
            </w:r>
          </w:p>
        </w:tc>
        <w:tc>
          <w:tcPr>
            <w:tcW w:w="414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7E14A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</w:tr>
      <w:tr w14:paraId="28DE0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59D21">
            <w:pPr>
              <w:spacing w:line="360" w:lineRule="exact"/>
              <w:jc w:val="center"/>
            </w:pPr>
          </w:p>
        </w:tc>
        <w:tc>
          <w:tcPr>
            <w:tcW w:w="3257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79D50F">
            <w:pPr>
              <w:spacing w:line="360" w:lineRule="exact"/>
              <w:jc w:val="center"/>
            </w:pPr>
          </w:p>
        </w:tc>
        <w:tc>
          <w:tcPr>
            <w:tcW w:w="12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4CA69">
            <w:pPr>
              <w:spacing w:line="360" w:lineRule="exact"/>
              <w:jc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结婚日期</w:t>
            </w:r>
          </w:p>
        </w:tc>
        <w:tc>
          <w:tcPr>
            <w:tcW w:w="414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0C8E0B">
            <w:pPr>
              <w:spacing w:line="360" w:lineRule="exact"/>
              <w:jc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</w:tr>
      <w:tr w14:paraId="7B033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09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27EE05">
            <w:pPr>
              <w:spacing w:line="360" w:lineRule="exact"/>
              <w:jc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生育登记</w:t>
            </w:r>
          </w:p>
          <w:p w14:paraId="78BADB2A">
            <w:pPr>
              <w:spacing w:line="360" w:lineRule="exact"/>
              <w:jc w:val="center"/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回执号</w:t>
            </w:r>
          </w:p>
        </w:tc>
        <w:tc>
          <w:tcPr>
            <w:tcW w:w="3257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A0B88">
            <w:pPr>
              <w:spacing w:line="360" w:lineRule="exact"/>
              <w:jc w:val="center"/>
            </w:pPr>
          </w:p>
        </w:tc>
        <w:tc>
          <w:tcPr>
            <w:tcW w:w="12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1926FC">
            <w:pPr>
              <w:spacing w:line="360" w:lineRule="exact"/>
              <w:jc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出生医学</w:t>
            </w:r>
          </w:p>
          <w:p w14:paraId="7960B4AD">
            <w:pPr>
              <w:spacing w:line="360" w:lineRule="exact"/>
              <w:jc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证明编号</w:t>
            </w:r>
          </w:p>
        </w:tc>
        <w:tc>
          <w:tcPr>
            <w:tcW w:w="414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76BA24">
            <w:pPr>
              <w:spacing w:line="360" w:lineRule="exact"/>
              <w:jc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</w:tr>
      <w:tr w14:paraId="02847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49CE1AF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夫妻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共同已</w:t>
            </w:r>
            <w:r>
              <w:rPr>
                <w:rFonts w:eastAsia="宋体" w:cs="Times New Roman"/>
                <w:color w:val="000000"/>
                <w:kern w:val="0"/>
                <w:sz w:val="22"/>
              </w:rPr>
              <w:t>生育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子女情况(不含收养子女)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B932A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BB2A7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16B4B2C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出生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7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082753E">
            <w:pPr>
              <w:widowControl/>
              <w:spacing w:line="360" w:lineRule="exact"/>
              <w:jc w:val="center"/>
              <w:textAlignment w:val="center"/>
              <w:rPr>
                <w:rFonts w:hint="eastAsia"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2"/>
                <w:lang w:eastAsia="zh-CN"/>
              </w:rPr>
              <w:t>孩次</w:t>
            </w:r>
          </w:p>
        </w:tc>
        <w:tc>
          <w:tcPr>
            <w:tcW w:w="216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94438D2">
            <w:pPr>
              <w:widowControl/>
              <w:spacing w:line="360" w:lineRule="exact"/>
              <w:jc w:val="center"/>
              <w:textAlignment w:val="center"/>
              <w:rPr>
                <w:rFonts w:hint="eastAsia" w:eastAsia="宋体" w:cs="Times New Roman"/>
                <w:color w:val="000000"/>
                <w:sz w:val="22"/>
              </w:rPr>
            </w:pPr>
            <w:r>
              <w:rPr>
                <w:rFonts w:hint="eastAsia" w:eastAsia="宋体" w:cs="Times New Roman"/>
                <w:color w:val="000000"/>
                <w:sz w:val="22"/>
              </w:rPr>
              <w:t>户籍地</w:t>
            </w:r>
          </w:p>
        </w:tc>
        <w:tc>
          <w:tcPr>
            <w:tcW w:w="253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5C8247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身份证号</w:t>
            </w:r>
          </w:p>
        </w:tc>
      </w:tr>
      <w:tr w14:paraId="15673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0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A96FF66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E9F0E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C653E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582D49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61D6C9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16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1A4B4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0A52E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</w:tr>
      <w:tr w14:paraId="34EA6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0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FB8F9BF">
            <w:pPr>
              <w:spacing w:line="360" w:lineRule="exact"/>
              <w:jc w:val="center"/>
              <w:textAlignment w:val="center"/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CBD17">
            <w:pPr>
              <w:spacing w:line="360" w:lineRule="exact"/>
              <w:jc w:val="center"/>
              <w:textAlignment w:val="center"/>
            </w:pPr>
          </w:p>
        </w:tc>
        <w:tc>
          <w:tcPr>
            <w:tcW w:w="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5A9C6">
            <w:pPr>
              <w:spacing w:line="360" w:lineRule="exact"/>
              <w:jc w:val="center"/>
              <w:textAlignment w:val="center"/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C39640">
            <w:pPr>
              <w:spacing w:line="360" w:lineRule="exact"/>
              <w:jc w:val="center"/>
              <w:textAlignment w:val="center"/>
            </w:pPr>
          </w:p>
        </w:tc>
        <w:tc>
          <w:tcPr>
            <w:tcW w:w="7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5E40B7">
            <w:pPr>
              <w:spacing w:line="360" w:lineRule="exact"/>
              <w:jc w:val="center"/>
              <w:textAlignment w:val="center"/>
              <w:rPr>
                <w:rFonts w:hint="eastAsia" w:eastAsia="仿宋_GB2312"/>
                <w:lang w:eastAsia="zh-CN"/>
              </w:rPr>
            </w:pPr>
          </w:p>
        </w:tc>
        <w:tc>
          <w:tcPr>
            <w:tcW w:w="216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39D8E">
            <w:pPr>
              <w:spacing w:line="360" w:lineRule="exact"/>
              <w:jc w:val="center"/>
              <w:textAlignment w:val="center"/>
            </w:pPr>
          </w:p>
        </w:tc>
        <w:tc>
          <w:tcPr>
            <w:tcW w:w="2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1A5D6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</w:tr>
      <w:tr w14:paraId="5E1BA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0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6F290D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177D8B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88EEE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D8C7A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86E5F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16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5B128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7CDE5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</w:tr>
      <w:tr w14:paraId="52ED2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0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0A1ECE3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CE3D3A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7749A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BF9EA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730C5C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16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BAAC2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09AC0">
            <w:pPr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</w:p>
        </w:tc>
      </w:tr>
      <w:tr w14:paraId="42C33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0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4218BF3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申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>请</w:t>
            </w:r>
            <w:r>
              <w:rPr>
                <w:rFonts w:eastAsia="宋体" w:cs="Times New Roman"/>
                <w:color w:val="000000"/>
                <w:kern w:val="0"/>
                <w:sz w:val="22"/>
              </w:rPr>
              <w:t>补助</w:t>
            </w:r>
          </w:p>
          <w:p w14:paraId="36FD0DA6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类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 xml:space="preserve">  </w:t>
            </w:r>
            <w:r>
              <w:rPr>
                <w:rFonts w:eastAsia="宋体" w:cs="Times New Roman"/>
                <w:color w:val="000000"/>
                <w:kern w:val="0"/>
                <w:sz w:val="22"/>
              </w:rPr>
              <w:t>别</w:t>
            </w:r>
          </w:p>
        </w:tc>
        <w:tc>
          <w:tcPr>
            <w:tcW w:w="410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42782B">
            <w:pPr>
              <w:spacing w:line="360" w:lineRule="exact"/>
              <w:rPr>
                <w:rFonts w:hint="eastAsia" w:eastAsia="宋体" w:cs="Times New Roman"/>
                <w:sz w:val="20"/>
                <w:szCs w:val="20"/>
                <w:lang w:eastAsia="zh-CN"/>
              </w:rPr>
            </w:pPr>
            <w:r>
              <w:rPr>
                <w:rFonts w:eastAsia="宋体" w:cs="Times New Roman"/>
                <w:sz w:val="20"/>
                <w:szCs w:val="20"/>
              </w:rPr>
              <w:t>生育二孩一次性育儿补贴</w:t>
            </w:r>
            <w:r>
              <w:rPr>
                <w:rFonts w:hint="eastAsia" w:eastAsia="宋体" w:cs="Times New Roman"/>
                <w:sz w:val="20"/>
                <w:szCs w:val="20"/>
                <w:lang w:eastAsia="zh-CN"/>
              </w:rPr>
              <w:t>：</w:t>
            </w:r>
          </w:p>
          <w:p w14:paraId="162AA011">
            <w:pPr>
              <w:spacing w:line="360" w:lineRule="exact"/>
              <w:rPr>
                <w:rFonts w:eastAsia="仿宋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0"/>
                <w:szCs w:val="20"/>
                <w:lang w:eastAsia="zh-CN"/>
              </w:rPr>
              <w:t>□</w:t>
            </w:r>
            <w:r>
              <w:rPr>
                <w:rFonts w:hint="eastAsia" w:eastAsia="宋体" w:cs="Times New Roman"/>
                <w:sz w:val="20"/>
                <w:szCs w:val="20"/>
              </w:rPr>
              <w:t>2000</w:t>
            </w:r>
            <w:r>
              <w:rPr>
                <w:rFonts w:eastAsia="宋体" w:cs="Times New Roman"/>
                <w:sz w:val="20"/>
                <w:szCs w:val="20"/>
              </w:rPr>
              <w:t>元</w:t>
            </w:r>
            <w:r>
              <w:rPr>
                <w:rFonts w:hint="eastAsia" w:eastAsia="宋体" w:cs="Times New Roman"/>
                <w:sz w:val="20"/>
                <w:szCs w:val="20"/>
                <w:lang w:eastAsia="zh-CN"/>
              </w:rPr>
              <w:t>；</w:t>
            </w:r>
            <w:r>
              <w:rPr>
                <w:rFonts w:hint="eastAsia" w:eastAsia="宋体" w:cs="Times New Roman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eastAsia="宋体" w:cs="Times New Roman"/>
                <w:sz w:val="20"/>
                <w:szCs w:val="20"/>
                <w:lang w:eastAsia="zh-CN"/>
              </w:rPr>
              <w:t>□</w:t>
            </w:r>
            <w:r>
              <w:rPr>
                <w:rFonts w:hint="eastAsia" w:eastAsia="宋体" w:cs="Times New Roman"/>
                <w:sz w:val="20"/>
                <w:szCs w:val="20"/>
                <w:lang w:val="en-US" w:eastAsia="zh-CN"/>
              </w:rPr>
              <w:t>1000元；</w:t>
            </w:r>
          </w:p>
        </w:tc>
        <w:tc>
          <w:tcPr>
            <w:tcW w:w="457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EE27C0">
            <w:pPr>
              <w:spacing w:line="360" w:lineRule="exact"/>
              <w:rPr>
                <w:rFonts w:hint="eastAsia" w:eastAsia="宋体" w:cs="Times New Roman"/>
                <w:sz w:val="20"/>
                <w:szCs w:val="20"/>
                <w:lang w:eastAsia="zh-CN"/>
              </w:rPr>
            </w:pPr>
            <w:r>
              <w:rPr>
                <w:rFonts w:eastAsia="宋体" w:cs="Times New Roman"/>
                <w:sz w:val="20"/>
                <w:szCs w:val="20"/>
              </w:rPr>
              <w:t>生育三孩一次性育儿补贴</w:t>
            </w:r>
            <w:r>
              <w:rPr>
                <w:rFonts w:hint="eastAsia" w:eastAsia="宋体" w:cs="Times New Roman"/>
                <w:sz w:val="20"/>
                <w:szCs w:val="20"/>
                <w:lang w:eastAsia="zh-CN"/>
              </w:rPr>
              <w:t>：</w:t>
            </w:r>
          </w:p>
          <w:p w14:paraId="1CF4F83F">
            <w:pPr>
              <w:spacing w:line="360" w:lineRule="exact"/>
              <w:rPr>
                <w:rFonts w:eastAsia="仿宋" w:cs="Times New Roman"/>
                <w:sz w:val="24"/>
                <w:szCs w:val="24"/>
              </w:rPr>
            </w:pPr>
            <w:r>
              <w:rPr>
                <w:rFonts w:hint="eastAsia" w:eastAsia="宋体" w:cs="Times New Roman"/>
                <w:sz w:val="20"/>
                <w:szCs w:val="20"/>
                <w:lang w:eastAsia="zh-CN"/>
              </w:rPr>
              <w:t>□</w:t>
            </w:r>
            <w:r>
              <w:rPr>
                <w:rFonts w:eastAsia="宋体" w:cs="Times New Roman"/>
                <w:sz w:val="20"/>
                <w:szCs w:val="20"/>
              </w:rPr>
              <w:t>5000元</w:t>
            </w:r>
            <w:r>
              <w:rPr>
                <w:rFonts w:hint="eastAsia" w:eastAsia="宋体" w:cs="Times New Roman"/>
                <w:sz w:val="20"/>
                <w:szCs w:val="20"/>
              </w:rPr>
              <w:t>；</w:t>
            </w:r>
            <w:r>
              <w:rPr>
                <w:rFonts w:hint="eastAsia" w:eastAsia="宋体" w:cs="Times New Roman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eastAsia="宋体" w:cs="Times New Roman"/>
                <w:sz w:val="20"/>
                <w:szCs w:val="20"/>
                <w:lang w:eastAsia="zh-CN"/>
              </w:rPr>
              <w:t>□</w:t>
            </w:r>
            <w:r>
              <w:rPr>
                <w:rFonts w:hint="eastAsia" w:eastAsia="宋体" w:cs="Times New Roman"/>
                <w:sz w:val="20"/>
                <w:szCs w:val="20"/>
                <w:lang w:val="en-US" w:eastAsia="zh-CN"/>
              </w:rPr>
              <w:t>2500元；</w:t>
            </w:r>
          </w:p>
        </w:tc>
      </w:tr>
      <w:tr w14:paraId="3DDAD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8DA22">
            <w:pPr>
              <w:spacing w:line="360" w:lineRule="exact"/>
            </w:pPr>
          </w:p>
        </w:tc>
        <w:tc>
          <w:tcPr>
            <w:tcW w:w="868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27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eastAsia="宋体" w:cs="Times New Roman"/>
                <w:sz w:val="20"/>
                <w:szCs w:val="20"/>
              </w:rPr>
            </w:pPr>
            <w:r>
              <w:rPr>
                <w:rFonts w:hint="eastAsia" w:eastAsia="宋体" w:cs="Times New Roman"/>
                <w:sz w:val="16"/>
                <w:szCs w:val="16"/>
              </w:rPr>
              <w:t>备注：夫妻双方均为本市国家机关、事业单位或者国有企业职工的，育儿补贴由双方所在单位各承担一半；只有一方为本市国家机关、事业单位或者国有企业职工的，育儿补贴由其所在单位全额发放；夫妻离异或丧偶的，由子女跟随一方全额发放。</w:t>
            </w:r>
          </w:p>
        </w:tc>
      </w:tr>
      <w:tr w14:paraId="0F521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3A000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银行账号</w:t>
            </w:r>
          </w:p>
        </w:tc>
        <w:tc>
          <w:tcPr>
            <w:tcW w:w="24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EDBEAB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956CB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kern w:val="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姓</w:t>
            </w:r>
            <w:r>
              <w:rPr>
                <w:rFonts w:hint="eastAsia" w:eastAsia="宋体" w:cs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eastAsia="宋体" w:cs="Times New Roman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5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50CFB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2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A5E1F">
            <w:pPr>
              <w:widowControl/>
              <w:spacing w:line="360" w:lineRule="exact"/>
              <w:jc w:val="center"/>
              <w:textAlignment w:val="center"/>
              <w:rPr>
                <w:rFonts w:eastAsia="宋体" w:cs="Times New Roman"/>
                <w:color w:val="000000"/>
                <w:sz w:val="22"/>
              </w:rPr>
            </w:pPr>
            <w:r>
              <w:rPr>
                <w:rFonts w:eastAsia="宋体" w:cs="Times New Roman"/>
                <w:color w:val="000000"/>
                <w:kern w:val="0"/>
                <w:sz w:val="22"/>
              </w:rPr>
              <w:t>开户行</w:t>
            </w:r>
          </w:p>
        </w:tc>
        <w:tc>
          <w:tcPr>
            <w:tcW w:w="2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7248C">
            <w:pPr>
              <w:spacing w:line="360" w:lineRule="exact"/>
              <w:jc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14:paraId="1E3CC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538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A6BFE06">
            <w:pPr>
              <w:widowControl/>
              <w:spacing w:line="360" w:lineRule="exact"/>
              <w:jc w:val="left"/>
              <w:textAlignment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我们承诺以上情况及提供的材料真实准确。如有不实，愿意</w:t>
            </w: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</w:rPr>
              <w:t>退还补助并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承担相应法律责任和后果。</w:t>
            </w:r>
          </w:p>
        </w:tc>
        <w:tc>
          <w:tcPr>
            <w:tcW w:w="123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4497780">
            <w:pPr>
              <w:widowControl/>
              <w:spacing w:line="360" w:lineRule="exact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承诺人</w:t>
            </w: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签名</w:t>
            </w: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盖指纹）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E91FE8">
            <w:pPr>
              <w:widowControl/>
              <w:spacing w:line="360" w:lineRule="exact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男方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3CB391">
            <w:pPr>
              <w:widowControl/>
              <w:spacing w:line="360" w:lineRule="exact"/>
              <w:ind w:firstLine="392" w:firstLineChars="200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 w14:paraId="74B02E50">
            <w:pPr>
              <w:widowControl/>
              <w:spacing w:line="360" w:lineRule="exact"/>
              <w:ind w:firstLine="392" w:firstLineChars="200"/>
              <w:jc w:val="left"/>
              <w:textAlignment w:val="center"/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指纹：</w:t>
            </w:r>
          </w:p>
          <w:p w14:paraId="11A823E6">
            <w:pPr>
              <w:widowControl/>
              <w:spacing w:line="360" w:lineRule="exact"/>
              <w:ind w:firstLine="392" w:firstLineChars="200"/>
              <w:jc w:val="both"/>
              <w:textAlignment w:val="center"/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 w14:paraId="7530BB16">
            <w:pPr>
              <w:widowControl/>
              <w:spacing w:line="360" w:lineRule="exact"/>
              <w:ind w:firstLine="392" w:firstLineChars="200"/>
              <w:jc w:val="both"/>
              <w:textAlignment w:val="center"/>
              <w:rPr>
                <w:rFonts w:hint="eastAsia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 w14:paraId="2DEEBD29">
            <w:pPr>
              <w:widowControl/>
              <w:spacing w:line="360" w:lineRule="exact"/>
              <w:ind w:firstLine="392" w:firstLineChars="200"/>
              <w:jc w:val="righ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</w:rPr>
              <w:t xml:space="preserve">年  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 w14:paraId="6FA74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4538" w:type="dxa"/>
            <w:gridSpan w:val="7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306105">
            <w:pPr>
              <w:widowControl/>
              <w:spacing w:line="360" w:lineRule="exact"/>
              <w:ind w:firstLine="392" w:firstLineChars="200"/>
              <w:jc w:val="left"/>
              <w:textAlignment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7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9C761">
            <w:pPr>
              <w:widowControl/>
              <w:spacing w:line="360" w:lineRule="exact"/>
              <w:ind w:firstLine="392" w:firstLineChars="200"/>
              <w:jc w:val="left"/>
              <w:textAlignment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BAA32D">
            <w:pPr>
              <w:widowControl/>
              <w:spacing w:line="360" w:lineRule="exact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0"/>
                <w:szCs w:val="20"/>
              </w:rPr>
              <w:t>女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方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A9C631">
            <w:pPr>
              <w:widowControl/>
              <w:spacing w:line="360" w:lineRule="exact"/>
              <w:ind w:firstLine="392" w:firstLineChars="200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11BD1">
            <w:pPr>
              <w:widowControl/>
              <w:spacing w:line="360" w:lineRule="exact"/>
              <w:ind w:firstLine="392" w:firstLineChars="200"/>
              <w:jc w:val="left"/>
              <w:textAlignment w:val="center"/>
              <w:rPr>
                <w:rFonts w:eastAsia="宋体" w:cs="Times New Roman"/>
                <w:color w:val="000000"/>
                <w:sz w:val="20"/>
                <w:szCs w:val="20"/>
              </w:rPr>
            </w:pPr>
          </w:p>
        </w:tc>
      </w:tr>
      <w:tr w14:paraId="2CED0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45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53FDE723">
            <w:pPr>
              <w:widowControl/>
              <w:spacing w:line="360" w:lineRule="exact"/>
              <w:jc w:val="left"/>
              <w:textAlignment w:val="top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后勤管理处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初审意见：</w:t>
            </w:r>
          </w:p>
          <w:p w14:paraId="2A81FB56">
            <w:pPr>
              <w:widowControl/>
              <w:spacing w:line="360" w:lineRule="exact"/>
              <w:jc w:val="left"/>
              <w:textAlignment w:val="top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  <w:p w14:paraId="7EA46E66">
            <w:pPr>
              <w:widowControl/>
              <w:spacing w:line="360" w:lineRule="exact"/>
              <w:ind w:firstLine="3090" w:firstLineChars="1500"/>
              <w:jc w:val="left"/>
              <w:textAlignment w:val="top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（单位盖章）</w:t>
            </w:r>
          </w:p>
          <w:p w14:paraId="5B2B661F">
            <w:pPr>
              <w:widowControl/>
              <w:spacing w:line="360" w:lineRule="exact"/>
              <w:ind w:firstLine="2472" w:firstLineChars="1200"/>
              <w:jc w:val="left"/>
              <w:textAlignment w:val="top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经办人：</w:t>
            </w:r>
          </w:p>
          <w:p w14:paraId="1BB21FA1">
            <w:pPr>
              <w:widowControl/>
              <w:spacing w:line="360" w:lineRule="exact"/>
              <w:jc w:val="right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审核日期：</w:t>
            </w: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日</w:t>
            </w:r>
          </w:p>
        </w:tc>
        <w:tc>
          <w:tcPr>
            <w:tcW w:w="5242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EACB375">
            <w:pPr>
              <w:widowControl/>
              <w:spacing w:line="360" w:lineRule="exact"/>
              <w:jc w:val="left"/>
              <w:textAlignment w:val="top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人事处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复核意见：</w:t>
            </w:r>
          </w:p>
          <w:p w14:paraId="2E5F2066">
            <w:pPr>
              <w:widowControl/>
              <w:spacing w:line="360" w:lineRule="exact"/>
              <w:ind w:firstLine="412" w:firstLineChars="200"/>
              <w:jc w:val="center"/>
              <w:textAlignment w:val="top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  <w:p w14:paraId="62D5F9CF">
            <w:pPr>
              <w:widowControl/>
              <w:spacing w:line="360" w:lineRule="exact"/>
              <w:ind w:firstLine="412" w:firstLineChars="200"/>
              <w:jc w:val="center"/>
              <w:textAlignment w:val="top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</w:rPr>
              <w:t xml:space="preserve">                 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（单位盖章）</w:t>
            </w:r>
          </w:p>
          <w:p w14:paraId="5A8032FA">
            <w:pPr>
              <w:widowControl/>
              <w:spacing w:line="360" w:lineRule="exact"/>
              <w:ind w:firstLine="2266" w:firstLineChars="1100"/>
              <w:jc w:val="left"/>
              <w:textAlignment w:val="top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经办人：</w:t>
            </w: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</w:rPr>
              <w:t xml:space="preserve">  </w:t>
            </w:r>
          </w:p>
          <w:p w14:paraId="2253E87E">
            <w:pPr>
              <w:widowControl/>
              <w:spacing w:line="360" w:lineRule="exact"/>
              <w:ind w:firstLine="2060" w:firstLineChars="1000"/>
              <w:jc w:val="left"/>
              <w:textAlignment w:val="top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审核日期：</w:t>
            </w: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hint="eastAsia" w:eastAsia="宋体" w:cs="Times New Roman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 w14:paraId="0D6BB84C">
      <w:pPr>
        <w:jc w:val="center"/>
        <w:rPr>
          <w:rFonts w:cs="方正小标宋_GBK" w:asciiTheme="majorEastAsia" w:hAnsiTheme="majorEastAsia" w:eastAsiaTheme="majorEastAsia"/>
          <w:bCs/>
          <w:sz w:val="36"/>
          <w:szCs w:val="36"/>
        </w:rPr>
      </w:pPr>
      <w:r>
        <w:rPr>
          <w:rFonts w:hint="eastAsia" w:cs="方正小标宋_GBK" w:asciiTheme="majorEastAsia" w:hAnsiTheme="majorEastAsia" w:eastAsiaTheme="majorEastAsia"/>
          <w:b/>
          <w:bCs w:val="0"/>
          <w:sz w:val="32"/>
          <w:szCs w:val="32"/>
        </w:rPr>
        <w:t>安徽</w:t>
      </w:r>
      <w:r>
        <w:rPr>
          <w:rFonts w:hint="eastAsia" w:cs="方正小标宋_GBK" w:asciiTheme="majorEastAsia" w:hAnsiTheme="majorEastAsia" w:eastAsiaTheme="majorEastAsia"/>
          <w:b/>
          <w:bCs w:val="0"/>
          <w:sz w:val="32"/>
          <w:szCs w:val="32"/>
          <w:lang w:val="en-US" w:eastAsia="zh-CN"/>
        </w:rPr>
        <w:t>职业技术学院职工一次性</w:t>
      </w:r>
      <w:r>
        <w:rPr>
          <w:rFonts w:hint="eastAsia" w:cs="方正小标宋_GBK" w:asciiTheme="majorEastAsia" w:hAnsiTheme="majorEastAsia" w:eastAsiaTheme="majorEastAsia"/>
          <w:b/>
          <w:bCs w:val="0"/>
          <w:sz w:val="32"/>
          <w:szCs w:val="32"/>
        </w:rPr>
        <w:t>育儿补贴申请表</w:t>
      </w:r>
    </w:p>
    <w:p w14:paraId="133CD88F">
      <w:pPr>
        <w:spacing w:line="300" w:lineRule="exact"/>
        <w:jc w:val="left"/>
        <w:rPr>
          <w:rFonts w:ascii="方正小标宋_GBK" w:hAnsi="方正小标宋_GBK" w:eastAsia="方正小标宋_GBK" w:cs="方正小标宋_GBK"/>
          <w:bCs/>
          <w:sz w:val="21"/>
          <w:szCs w:val="21"/>
        </w:rPr>
      </w:pPr>
      <w:r>
        <w:rPr>
          <w:rFonts w:hint="eastAsia" w:ascii="方正小标宋_GBK" w:hAnsi="方正小标宋_GBK" w:eastAsia="方正小标宋_GBK" w:cs="方正小标宋_GBK"/>
          <w:bCs/>
          <w:sz w:val="21"/>
          <w:szCs w:val="21"/>
        </w:rPr>
        <w:t>注：此表填写并打印一式两份。</w:t>
      </w:r>
      <w:bookmarkStart w:id="0" w:name="_GoBack"/>
      <w:bookmarkEnd w:id="0"/>
    </w:p>
    <w:sectPr>
      <w:pgSz w:w="11906" w:h="16838"/>
      <w:pgMar w:top="1474" w:right="1474" w:bottom="1361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84F852E9-2FF4-4AA9-BFED-57DC1DB4373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A5CC7115-4CF4-443B-B333-54DD7AAA8AE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18AB01A-8B53-4ED3-9DBD-732A18E43E14}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B9978036-C2B2-465C-80C5-52C411CF3567}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5" w:fontKey="{66ED61C2-6C2E-4641-B0A8-B981F25C043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TrueTypeFonts/>
  <w:saveSubsetFonts/>
  <w:bordersDoNotSurroundHeader w:val="1"/>
  <w:bordersDoNotSurroundFooter w:val="1"/>
  <w:attachedTemplate r:id="rId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NTBkNDdiYzg4NjdlMDY5MGQwMDliMGJmNDNhMjgifQ=="/>
  </w:docVars>
  <w:rsids>
    <w:rsidRoot w:val="00BD1C73"/>
    <w:rsid w:val="00001027"/>
    <w:rsid w:val="000748EF"/>
    <w:rsid w:val="000A66F1"/>
    <w:rsid w:val="000B6050"/>
    <w:rsid w:val="000E6E8B"/>
    <w:rsid w:val="000E729E"/>
    <w:rsid w:val="001A17F3"/>
    <w:rsid w:val="001B44EE"/>
    <w:rsid w:val="001B5134"/>
    <w:rsid w:val="001C455C"/>
    <w:rsid w:val="00210600"/>
    <w:rsid w:val="00226B07"/>
    <w:rsid w:val="002535F6"/>
    <w:rsid w:val="002565D5"/>
    <w:rsid w:val="00280525"/>
    <w:rsid w:val="002921A5"/>
    <w:rsid w:val="002A52E4"/>
    <w:rsid w:val="002B3C7D"/>
    <w:rsid w:val="002B5B4E"/>
    <w:rsid w:val="002B69F3"/>
    <w:rsid w:val="002F43BB"/>
    <w:rsid w:val="002F5AB8"/>
    <w:rsid w:val="003116E9"/>
    <w:rsid w:val="0032614D"/>
    <w:rsid w:val="00327E11"/>
    <w:rsid w:val="00345902"/>
    <w:rsid w:val="003944EB"/>
    <w:rsid w:val="003E34A4"/>
    <w:rsid w:val="003F3649"/>
    <w:rsid w:val="003F4F09"/>
    <w:rsid w:val="003F7C17"/>
    <w:rsid w:val="004001B9"/>
    <w:rsid w:val="0042383A"/>
    <w:rsid w:val="00440E18"/>
    <w:rsid w:val="00495EAD"/>
    <w:rsid w:val="004E3E7C"/>
    <w:rsid w:val="00520713"/>
    <w:rsid w:val="00571774"/>
    <w:rsid w:val="005A4801"/>
    <w:rsid w:val="005C0002"/>
    <w:rsid w:val="005C51D2"/>
    <w:rsid w:val="005E7FB1"/>
    <w:rsid w:val="005F0371"/>
    <w:rsid w:val="006303C3"/>
    <w:rsid w:val="006C0FA6"/>
    <w:rsid w:val="00772ED6"/>
    <w:rsid w:val="00784920"/>
    <w:rsid w:val="0078549D"/>
    <w:rsid w:val="00786ECB"/>
    <w:rsid w:val="007D79B8"/>
    <w:rsid w:val="007E4BCD"/>
    <w:rsid w:val="007F37AE"/>
    <w:rsid w:val="0080378B"/>
    <w:rsid w:val="008102DE"/>
    <w:rsid w:val="00852C8D"/>
    <w:rsid w:val="00853B13"/>
    <w:rsid w:val="008832BC"/>
    <w:rsid w:val="00892547"/>
    <w:rsid w:val="00897D24"/>
    <w:rsid w:val="00953D19"/>
    <w:rsid w:val="009D5D24"/>
    <w:rsid w:val="009F2224"/>
    <w:rsid w:val="00A137C5"/>
    <w:rsid w:val="00A54CB4"/>
    <w:rsid w:val="00A611BE"/>
    <w:rsid w:val="00A829C1"/>
    <w:rsid w:val="00AB2C7D"/>
    <w:rsid w:val="00B52879"/>
    <w:rsid w:val="00BB171D"/>
    <w:rsid w:val="00BD1C73"/>
    <w:rsid w:val="00C01296"/>
    <w:rsid w:val="00C14B91"/>
    <w:rsid w:val="00C34381"/>
    <w:rsid w:val="00C65016"/>
    <w:rsid w:val="00C9038A"/>
    <w:rsid w:val="00C95AA1"/>
    <w:rsid w:val="00CA29FC"/>
    <w:rsid w:val="00CA339A"/>
    <w:rsid w:val="00D11EF5"/>
    <w:rsid w:val="00D723E8"/>
    <w:rsid w:val="00D91395"/>
    <w:rsid w:val="00DB6E9F"/>
    <w:rsid w:val="00DE6D25"/>
    <w:rsid w:val="00DF14F7"/>
    <w:rsid w:val="00E15C5A"/>
    <w:rsid w:val="00E36D9B"/>
    <w:rsid w:val="00E72DD6"/>
    <w:rsid w:val="00E80E70"/>
    <w:rsid w:val="00F123AD"/>
    <w:rsid w:val="00F17B36"/>
    <w:rsid w:val="00F629FA"/>
    <w:rsid w:val="00F85722"/>
    <w:rsid w:val="00FA4A4E"/>
    <w:rsid w:val="00FA649A"/>
    <w:rsid w:val="00FA7A1B"/>
    <w:rsid w:val="02E1151B"/>
    <w:rsid w:val="02F23728"/>
    <w:rsid w:val="036B7036"/>
    <w:rsid w:val="04A942BA"/>
    <w:rsid w:val="05826BE8"/>
    <w:rsid w:val="06376641"/>
    <w:rsid w:val="07966D78"/>
    <w:rsid w:val="07D92E16"/>
    <w:rsid w:val="0B236999"/>
    <w:rsid w:val="0B5155D1"/>
    <w:rsid w:val="0B867103"/>
    <w:rsid w:val="0BCF0AAA"/>
    <w:rsid w:val="0C956B22"/>
    <w:rsid w:val="0C9F639C"/>
    <w:rsid w:val="0D933D59"/>
    <w:rsid w:val="0DE819AF"/>
    <w:rsid w:val="0F5C08A7"/>
    <w:rsid w:val="11B43756"/>
    <w:rsid w:val="11CE12A2"/>
    <w:rsid w:val="11CF4CC9"/>
    <w:rsid w:val="12726653"/>
    <w:rsid w:val="12957C2C"/>
    <w:rsid w:val="16EB0762"/>
    <w:rsid w:val="17544003"/>
    <w:rsid w:val="17824C23"/>
    <w:rsid w:val="179C767F"/>
    <w:rsid w:val="184B4205"/>
    <w:rsid w:val="1AC83294"/>
    <w:rsid w:val="21FE134A"/>
    <w:rsid w:val="23531B69"/>
    <w:rsid w:val="24545B99"/>
    <w:rsid w:val="259F310B"/>
    <w:rsid w:val="26321F0A"/>
    <w:rsid w:val="266A16A4"/>
    <w:rsid w:val="287452C0"/>
    <w:rsid w:val="29FE4E75"/>
    <w:rsid w:val="2E293BF2"/>
    <w:rsid w:val="2E5C75C9"/>
    <w:rsid w:val="2E5F5866"/>
    <w:rsid w:val="2EE667BA"/>
    <w:rsid w:val="2FFD0E93"/>
    <w:rsid w:val="33042538"/>
    <w:rsid w:val="34083C5D"/>
    <w:rsid w:val="35066A3B"/>
    <w:rsid w:val="359758E5"/>
    <w:rsid w:val="35A61FCC"/>
    <w:rsid w:val="364D3833"/>
    <w:rsid w:val="36AB0A79"/>
    <w:rsid w:val="36E440AD"/>
    <w:rsid w:val="385618DC"/>
    <w:rsid w:val="3B953188"/>
    <w:rsid w:val="3C5300BE"/>
    <w:rsid w:val="3E2F09AC"/>
    <w:rsid w:val="40324B88"/>
    <w:rsid w:val="464C44CA"/>
    <w:rsid w:val="4C077131"/>
    <w:rsid w:val="4C503C77"/>
    <w:rsid w:val="4E45017D"/>
    <w:rsid w:val="4E465CA3"/>
    <w:rsid w:val="4EA604F0"/>
    <w:rsid w:val="51B318A1"/>
    <w:rsid w:val="51B7313F"/>
    <w:rsid w:val="54E84EAB"/>
    <w:rsid w:val="555D5520"/>
    <w:rsid w:val="5647107F"/>
    <w:rsid w:val="57A7463A"/>
    <w:rsid w:val="58AD3180"/>
    <w:rsid w:val="5AF076C2"/>
    <w:rsid w:val="5B8F6EDB"/>
    <w:rsid w:val="5D437F7D"/>
    <w:rsid w:val="5E8B1BDC"/>
    <w:rsid w:val="5EC906E7"/>
    <w:rsid w:val="5FB52C88"/>
    <w:rsid w:val="5FBB7B8D"/>
    <w:rsid w:val="5FDF3861"/>
    <w:rsid w:val="61502397"/>
    <w:rsid w:val="66094C08"/>
    <w:rsid w:val="67E265E5"/>
    <w:rsid w:val="68B8295B"/>
    <w:rsid w:val="6A527A52"/>
    <w:rsid w:val="6AA45B77"/>
    <w:rsid w:val="6CDB47AB"/>
    <w:rsid w:val="6F912DCA"/>
    <w:rsid w:val="71B109CB"/>
    <w:rsid w:val="7296380D"/>
    <w:rsid w:val="755521A4"/>
    <w:rsid w:val="787B75F4"/>
    <w:rsid w:val="792E51E6"/>
    <w:rsid w:val="7B737828"/>
    <w:rsid w:val="7CA0289E"/>
    <w:rsid w:val="7D474AC8"/>
    <w:rsid w:val="7EF23159"/>
    <w:rsid w:val="7F90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autoRedefine/>
    <w:qFormat/>
    <w:uiPriority w:val="1"/>
    <w:pPr>
      <w:autoSpaceDE w:val="0"/>
      <w:autoSpaceDN w:val="0"/>
      <w:jc w:val="left"/>
    </w:pPr>
    <w:rPr>
      <w:rFonts w:ascii="Arial Unicode MS" w:hAnsi="Arial Unicode MS" w:eastAsia="Arial Unicode MS" w:cs="Arial Unicode MS"/>
      <w:kern w:val="0"/>
      <w:szCs w:val="32"/>
      <w:lang w:eastAsia="en-US"/>
    </w:rPr>
  </w:style>
  <w:style w:type="paragraph" w:styleId="4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正文文本 Char"/>
    <w:basedOn w:val="10"/>
    <w:link w:val="3"/>
    <w:autoRedefine/>
    <w:qFormat/>
    <w:uiPriority w:val="1"/>
    <w:rPr>
      <w:rFonts w:ascii="Arial Unicode MS" w:hAnsi="Arial Unicode MS" w:eastAsia="Arial Unicode MS" w:cs="Arial Unicode MS"/>
      <w:kern w:val="0"/>
      <w:sz w:val="32"/>
      <w:szCs w:val="32"/>
      <w:lang w:eastAsia="en-US"/>
    </w:rPr>
  </w:style>
  <w:style w:type="character" w:customStyle="1" w:styleId="12">
    <w:name w:val="页眉 Char"/>
    <w:basedOn w:val="10"/>
    <w:link w:val="6"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table" w:customStyle="1" w:styleId="14">
    <w:name w:val="网格型1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标题 2 Char"/>
    <w:basedOn w:val="10"/>
    <w:link w:val="2"/>
    <w:qFormat/>
    <w:uiPriority w:val="0"/>
    <w:rPr>
      <w:rFonts w:ascii="Arial" w:hAnsi="Arial" w:eastAsia="黑体" w:cs="Times New Roman"/>
      <w:b/>
      <w:kern w:val="2"/>
      <w:sz w:val="32"/>
      <w:szCs w:val="24"/>
    </w:rPr>
  </w:style>
  <w:style w:type="paragraph" w:customStyle="1" w:styleId="16">
    <w:name w:val="列出段落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ahoma"/>
      <w:kern w:val="0"/>
      <w:sz w:val="22"/>
    </w:rPr>
  </w:style>
  <w:style w:type="character" w:customStyle="1" w:styleId="17">
    <w:name w:val="批注框文本 Char"/>
    <w:basedOn w:val="10"/>
    <w:link w:val="4"/>
    <w:semiHidden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&#20844;&#25991;&#26684;&#2433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公文格式.dotx</Template>
  <Company>微软中国</Company>
  <Pages>2</Pages>
  <Words>519</Words>
  <Characters>531</Characters>
  <Lines>6</Lines>
  <Paragraphs>1</Paragraphs>
  <TotalTime>13</TotalTime>
  <ScaleCrop>false</ScaleCrop>
  <LinksUpToDate>false</LinksUpToDate>
  <CharactersWithSpaces>753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2024-12-12T03:20:00Z</dcterms:created>
  <dc:creator>贾劲武</dc:creator>
  <cp:lastModifiedBy>丷丷</cp:lastModifiedBy>
  <cp:lastPrinted>2024-12-12T09:17:00Z</cp:lastPrinted>
  <dcterms:modified xsi:type="dcterms:W3CDTF">2025-06-13T01:43:51Z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1CC81200288C441D9404A1720D0B411A_13</vt:lpwstr>
  </property>
  <property fmtid="{D5CDD505-2E9C-101B-9397-08002B2CF9AE}" pid="4" name="KSOTemplateDocerSaveRecord">
    <vt:lpwstr>eyJoZGlkIjoiNGY2NDc1NjdkNmU0N2RjMjlmZjNhOGFlY2FmYzdkN2YiLCJ1c2VySWQiOiIyNDE3MDE1MTIifQ==</vt:lpwstr>
  </property>
</Properties>
</file>